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0B3598" w14:textId="77777777" w:rsidR="000A1391" w:rsidRPr="00554BBC" w:rsidRDefault="00386C4F" w:rsidP="000A1391">
      <w:pPr>
        <w:pStyle w:val="Didascalia"/>
        <w:ind w:left="1276"/>
        <w:rPr>
          <w:rFonts w:ascii="Arial Narrow" w:hAnsi="Arial Narrow"/>
          <w:b/>
          <w:sz w:val="44"/>
        </w:rPr>
      </w:pPr>
      <w:r w:rsidRPr="00554BBC">
        <w:rPr>
          <w:rFonts w:ascii="Arial Narrow" w:hAnsi="Arial Narrow"/>
          <w:b/>
          <w:noProof/>
          <w:szCs w:val="24"/>
        </w:rPr>
        <w:drawing>
          <wp:anchor distT="0" distB="0" distL="114300" distR="114300" simplePos="0" relativeHeight="251658240" behindDoc="1" locked="0" layoutInCell="1" allowOverlap="1" wp14:anchorId="2C9C49A2" wp14:editId="02C1A95E">
            <wp:simplePos x="0" y="0"/>
            <wp:positionH relativeFrom="column">
              <wp:posOffset>235253</wp:posOffset>
            </wp:positionH>
            <wp:positionV relativeFrom="paragraph">
              <wp:posOffset>-1297</wp:posOffset>
            </wp:positionV>
            <wp:extent cx="979186" cy="982638"/>
            <wp:effectExtent l="0" t="0" r="0" b="8255"/>
            <wp:wrapNone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EF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0999" cy="9944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554BBC">
        <w:rPr>
          <w:rFonts w:ascii="Arial Narrow" w:hAnsi="Arial Narrow"/>
          <w:b/>
          <w:sz w:val="44"/>
        </w:rPr>
        <w:t>COMUNE DI SANNICANDRO DI BARI</w:t>
      </w:r>
    </w:p>
    <w:p w14:paraId="7213EA13" w14:textId="77777777" w:rsidR="000A1391" w:rsidRDefault="000A1391" w:rsidP="000A1391">
      <w:pPr>
        <w:ind w:left="1276"/>
        <w:jc w:val="center"/>
        <w:rPr>
          <w:rFonts w:ascii="Arial Narrow" w:hAnsi="Arial Narrow"/>
          <w:sz w:val="28"/>
          <w:szCs w:val="28"/>
        </w:rPr>
      </w:pPr>
      <w:r w:rsidRPr="00D05C87">
        <w:rPr>
          <w:rFonts w:ascii="Arial Narrow" w:hAnsi="Arial Narrow"/>
          <w:sz w:val="28"/>
          <w:szCs w:val="28"/>
        </w:rPr>
        <w:t>CITTÀ METROPOLITANA DI BARI</w:t>
      </w:r>
    </w:p>
    <w:p w14:paraId="0107C8C0" w14:textId="77777777" w:rsidR="00386C4F" w:rsidRPr="00386C4F" w:rsidRDefault="00386C4F" w:rsidP="00386C4F">
      <w:pPr>
        <w:spacing w:after="60"/>
        <w:ind w:left="1276"/>
        <w:jc w:val="center"/>
        <w:rPr>
          <w:rFonts w:ascii="Arial Narrow" w:hAnsi="Arial Narrow"/>
          <w:sz w:val="22"/>
          <w:szCs w:val="28"/>
        </w:rPr>
      </w:pPr>
      <w:r w:rsidRPr="00386C4F">
        <w:rPr>
          <w:rFonts w:ascii="Arial Narrow" w:hAnsi="Arial Narrow"/>
          <w:sz w:val="22"/>
          <w:szCs w:val="28"/>
        </w:rPr>
        <w:t>Medaglia d’Argento al Merito Civile</w:t>
      </w:r>
    </w:p>
    <w:p w14:paraId="22AD2C51" w14:textId="24EE6F1A" w:rsidR="000A1391" w:rsidRPr="00FB39BE" w:rsidRDefault="00022B1F" w:rsidP="00386C4F">
      <w:pPr>
        <w:pStyle w:val="Titolo1"/>
        <w:spacing w:after="60"/>
        <w:ind w:left="1276"/>
        <w:rPr>
          <w:rFonts w:ascii="Arial Narrow" w:hAnsi="Arial Narrow"/>
          <w:b/>
          <w:sz w:val="22"/>
        </w:rPr>
      </w:pPr>
      <w:r>
        <w:rPr>
          <w:rFonts w:ascii="Arial Narrow" w:hAnsi="Arial Narrow"/>
          <w:b/>
          <w:sz w:val="22"/>
        </w:rPr>
        <w:t>SEZIONE TECNICA</w:t>
      </w:r>
    </w:p>
    <w:p w14:paraId="6889EC9A" w14:textId="77777777" w:rsidR="000A1391" w:rsidRPr="00D05C87" w:rsidRDefault="000A1391" w:rsidP="000A1391">
      <w:pPr>
        <w:ind w:left="1276"/>
        <w:jc w:val="center"/>
        <w:rPr>
          <w:rFonts w:ascii="Arial Narrow" w:hAnsi="Arial Narrow"/>
        </w:rPr>
      </w:pPr>
      <w:r w:rsidRPr="00D05C87">
        <w:rPr>
          <w:rFonts w:ascii="Arial Narrow" w:hAnsi="Arial Narrow"/>
        </w:rPr>
        <w:t xml:space="preserve">Codice Fiscale e Partita I.V.A. </w:t>
      </w:r>
      <w:r w:rsidR="00386C4F" w:rsidRPr="00386C4F">
        <w:rPr>
          <w:rFonts w:ascii="Arial Narrow" w:hAnsi="Arial Narrow"/>
        </w:rPr>
        <w:t>00827390725</w:t>
      </w:r>
      <w:r w:rsidRPr="00D05C87">
        <w:rPr>
          <w:rFonts w:ascii="Arial Narrow" w:hAnsi="Arial Narrow"/>
        </w:rPr>
        <w:t xml:space="preserve"> </w:t>
      </w:r>
      <w:r w:rsidR="00386C4F">
        <w:rPr>
          <w:rFonts w:ascii="Arial Narrow" w:hAnsi="Arial Narrow"/>
        </w:rPr>
        <w:t>-</w:t>
      </w:r>
      <w:r w:rsidRPr="00D05C87">
        <w:rPr>
          <w:rFonts w:ascii="Arial Narrow" w:hAnsi="Arial Narrow"/>
        </w:rPr>
        <w:t xml:space="preserve"> C.A.P. </w:t>
      </w:r>
      <w:r w:rsidR="00386C4F">
        <w:rPr>
          <w:rFonts w:ascii="Arial Narrow" w:hAnsi="Arial Narrow"/>
        </w:rPr>
        <w:t>70028</w:t>
      </w:r>
    </w:p>
    <w:p w14:paraId="0E46B8BC" w14:textId="77777777" w:rsidR="000A1391" w:rsidRPr="00D05C87" w:rsidRDefault="00D05C87" w:rsidP="000A1391">
      <w:pPr>
        <w:jc w:val="both"/>
        <w:rPr>
          <w:rFonts w:ascii="Arial Narrow" w:hAnsi="Arial Narrow"/>
          <w:sz w:val="24"/>
        </w:rPr>
      </w:pPr>
      <w:r w:rsidRPr="00D05C87">
        <w:rPr>
          <w:rFonts w:ascii="Arial Narrow" w:hAnsi="Arial Narrow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8B22A2" wp14:editId="26BC967E">
                <wp:simplePos x="0" y="0"/>
                <wp:positionH relativeFrom="column">
                  <wp:posOffset>16510</wp:posOffset>
                </wp:positionH>
                <wp:positionV relativeFrom="paragraph">
                  <wp:posOffset>104775</wp:posOffset>
                </wp:positionV>
                <wp:extent cx="6057900" cy="0"/>
                <wp:effectExtent l="0" t="12700" r="0" b="0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60579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619779" id="Line 9" o:spid="_x0000_s1026" style="position:absolute;flip: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3pt,8.25pt" to="478.3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" strokeweight="2pt">
                <v:stroke startarrowwidth="narrow" startarrowlength="short" endarrowwidth="narrow" endarrowlength="short"/>
                <o:lock v:ext="edit" shapetype="f"/>
              </v:line>
            </w:pict>
          </mc:Fallback>
        </mc:AlternateContent>
      </w:r>
    </w:p>
    <w:p w14:paraId="4A29CBEE" w14:textId="77777777" w:rsidR="005522C2" w:rsidRPr="00D05C87" w:rsidRDefault="005522C2" w:rsidP="00CA2199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</w:p>
    <w:p w14:paraId="147004F8" w14:textId="77777777" w:rsidR="00022B1F" w:rsidRDefault="00022B1F" w:rsidP="00022B1F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  <w:r w:rsidRPr="00D05C87">
        <w:rPr>
          <w:sz w:val="24"/>
          <w:szCs w:val="24"/>
        </w:rPr>
        <w:t>=</w:t>
      </w:r>
      <w:r w:rsidRPr="00D05C87">
        <w:rPr>
          <w:sz w:val="24"/>
          <w:szCs w:val="24"/>
        </w:rPr>
        <w:tab/>
      </w:r>
      <w:r w:rsidRPr="005C34F4">
        <w:rPr>
          <w:sz w:val="24"/>
          <w:szCs w:val="24"/>
        </w:rPr>
        <w:t>PROCEDURA APERTA AI SENSI DELL’ARTICOLO 60 DEL D.LGS. 50/2016 CON IL CRITERIO DI AGGIUDICAZIONE DELL’OFFERTA ECONOMICAMENTE PIÙ VANTAGGIOSA DI CUI ALL’ARTICOLO 95 COMMA 2 DEL D.LGS. 50/2016, PER L’APPALTO DEI LAVORI DI EFFICIENTAMENTO ENERGETICO DEL PALAZZO COMUNALE - CUP I72I17000040001 CIG 9506390931</w:t>
      </w:r>
    </w:p>
    <w:p w14:paraId="287B4B21" w14:textId="77777777" w:rsidR="00022B1F" w:rsidRPr="00AC051C" w:rsidRDefault="00022B1F" w:rsidP="00022B1F">
      <w:pPr>
        <w:pStyle w:val="Corpodeltesto3"/>
        <w:tabs>
          <w:tab w:val="clear" w:pos="1134"/>
          <w:tab w:val="left" w:pos="4536"/>
          <w:tab w:val="left" w:pos="7938"/>
        </w:tabs>
        <w:ind w:left="284" w:hanging="284"/>
        <w:rPr>
          <w:sz w:val="24"/>
          <w:szCs w:val="24"/>
        </w:rPr>
      </w:pPr>
      <w:r w:rsidRPr="00AC051C">
        <w:rPr>
          <w:sz w:val="24"/>
          <w:szCs w:val="24"/>
        </w:rPr>
        <w:t>=</w:t>
      </w:r>
      <w:r w:rsidRPr="00AC051C">
        <w:rPr>
          <w:sz w:val="24"/>
          <w:szCs w:val="24"/>
        </w:rPr>
        <w:tab/>
      </w:r>
      <w:r>
        <w:rPr>
          <w:sz w:val="24"/>
          <w:szCs w:val="24"/>
        </w:rPr>
        <w:t xml:space="preserve">DSAN EX </w:t>
      </w:r>
      <w:r w:rsidRPr="00F100A7">
        <w:rPr>
          <w:sz w:val="24"/>
          <w:szCs w:val="24"/>
        </w:rPr>
        <w:t>ARTICOLI 46 E 47 DEL DPR 445/2000</w:t>
      </w:r>
    </w:p>
    <w:p w14:paraId="17F2C904" w14:textId="77777777" w:rsidR="00554BBC" w:rsidRPr="00D05C87" w:rsidRDefault="00554BBC" w:rsidP="00554BBC">
      <w:pPr>
        <w:pStyle w:val="Corpodeltesto3"/>
        <w:tabs>
          <w:tab w:val="clear" w:pos="1134"/>
          <w:tab w:val="left" w:pos="4536"/>
          <w:tab w:val="left" w:pos="7938"/>
        </w:tabs>
        <w:spacing w:after="0"/>
        <w:ind w:left="284" w:hanging="284"/>
        <w:rPr>
          <w:sz w:val="24"/>
          <w:szCs w:val="24"/>
        </w:rPr>
      </w:pPr>
    </w:p>
    <w:p w14:paraId="58164F9B" w14:textId="77777777" w:rsidR="0085501E" w:rsidRPr="00D05C87" w:rsidRDefault="0085501E" w:rsidP="00B707E6">
      <w:pPr>
        <w:pStyle w:val="Corpodeltesto3"/>
        <w:tabs>
          <w:tab w:val="clear" w:pos="1134"/>
          <w:tab w:val="left" w:pos="851"/>
          <w:tab w:val="left" w:pos="4536"/>
          <w:tab w:val="left" w:pos="7938"/>
        </w:tabs>
        <w:jc w:val="center"/>
        <w:rPr>
          <w:sz w:val="24"/>
          <w:szCs w:val="24"/>
        </w:rPr>
      </w:pPr>
      <w:r w:rsidRPr="00D05C87">
        <w:rPr>
          <w:sz w:val="24"/>
          <w:szCs w:val="24"/>
        </w:rPr>
        <w:t>* * * * *</w:t>
      </w:r>
    </w:p>
    <w:p w14:paraId="478B0F1D" w14:textId="77777777" w:rsidR="008D4FF3" w:rsidRDefault="008D4FF3" w:rsidP="008D4FF3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0"/>
        <w:gridCol w:w="7289"/>
      </w:tblGrid>
      <w:tr w:rsidR="00F100A7" w:rsidRPr="00F100A7" w14:paraId="7C20FDAB" w14:textId="77777777" w:rsidTr="00F100A7">
        <w:trPr>
          <w:trHeight w:val="312"/>
        </w:trPr>
        <w:tc>
          <w:tcPr>
            <w:tcW w:w="2350" w:type="dxa"/>
            <w:shd w:val="clear" w:color="auto" w:fill="auto"/>
            <w:vAlign w:val="bottom"/>
          </w:tcPr>
          <w:p w14:paraId="08003F8E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Il/la sottoscritto/a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0C92F07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7434572B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5BD1FEB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Nato 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2224AE0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il ____ / ____ / ______</w:t>
            </w:r>
          </w:p>
        </w:tc>
      </w:tr>
      <w:tr w:rsidR="00F100A7" w:rsidRPr="00F100A7" w14:paraId="22E68607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0242794B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Residente in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B33F26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Prov.</w:t>
            </w:r>
          </w:p>
        </w:tc>
      </w:tr>
      <w:tr w:rsidR="00F100A7" w:rsidRPr="00F100A7" w14:paraId="05CB6F18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75DFE236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Via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28F623E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n.</w:t>
            </w:r>
          </w:p>
        </w:tc>
      </w:tr>
      <w:tr w:rsidR="00F100A7" w:rsidRPr="00F100A7" w14:paraId="08C001E0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30EE8757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Codice fiscale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9CAEBAC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28E6EC9B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420AC10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Recapito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319B2BA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2879705E" w14:textId="77777777" w:rsidTr="00F100A7">
        <w:trPr>
          <w:trHeight w:val="250"/>
        </w:trPr>
        <w:tc>
          <w:tcPr>
            <w:tcW w:w="2350" w:type="dxa"/>
            <w:shd w:val="clear" w:color="auto" w:fill="auto"/>
            <w:vAlign w:val="bottom"/>
          </w:tcPr>
          <w:p w14:paraId="3E0FB39A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telefonico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7B69E4B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70D7253D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5259412F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fax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45267EB1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</w:p>
        </w:tc>
      </w:tr>
      <w:tr w:rsidR="00F100A7" w:rsidRPr="00F100A7" w14:paraId="48CFAEA5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13D5A972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E mail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06D231DD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_________________________@________________________</w:t>
            </w:r>
          </w:p>
        </w:tc>
      </w:tr>
      <w:tr w:rsidR="00F100A7" w:rsidRPr="00F100A7" w14:paraId="45961A09" w14:textId="77777777" w:rsidTr="00F100A7">
        <w:trPr>
          <w:trHeight w:val="292"/>
        </w:trPr>
        <w:tc>
          <w:tcPr>
            <w:tcW w:w="2350" w:type="dxa"/>
            <w:shd w:val="clear" w:color="auto" w:fill="auto"/>
            <w:vAlign w:val="bottom"/>
          </w:tcPr>
          <w:p w14:paraId="19C7BB20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PEC</w:t>
            </w:r>
          </w:p>
        </w:tc>
        <w:tc>
          <w:tcPr>
            <w:tcW w:w="7289" w:type="dxa"/>
            <w:shd w:val="clear" w:color="auto" w:fill="auto"/>
            <w:vAlign w:val="bottom"/>
          </w:tcPr>
          <w:p w14:paraId="1E628BB3" w14:textId="77777777" w:rsidR="00F100A7" w:rsidRPr="00F100A7" w:rsidRDefault="00F100A7" w:rsidP="00F100A7">
            <w:pPr>
              <w:spacing w:line="276" w:lineRule="auto"/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F100A7">
              <w:rPr>
                <w:rFonts w:ascii="Arial Narrow" w:hAnsi="Arial Narrow" w:cs="Arial"/>
                <w:bCs/>
                <w:sz w:val="22"/>
                <w:szCs w:val="22"/>
              </w:rPr>
              <w:t>_________________________@________________________</w:t>
            </w:r>
          </w:p>
        </w:tc>
      </w:tr>
    </w:tbl>
    <w:p w14:paraId="6CCC371E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716B65CB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34CACC3B" w14:textId="77777777" w:rsidR="002B22B7" w:rsidRPr="002B22B7" w:rsidRDefault="002B22B7" w:rsidP="002B22B7">
      <w:pPr>
        <w:spacing w:after="12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B22B7">
        <w:rPr>
          <w:rFonts w:ascii="Arial Narrow" w:hAnsi="Arial Narrow" w:cs="Arial"/>
          <w:b/>
          <w:sz w:val="22"/>
          <w:szCs w:val="22"/>
        </w:rPr>
        <w:t>DICHIARA</w:t>
      </w:r>
    </w:p>
    <w:p w14:paraId="28EE6CA3" w14:textId="7570A973" w:rsidR="002B22B7" w:rsidRPr="002B22B7" w:rsidRDefault="002B22B7" w:rsidP="002B22B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2B22B7">
        <w:rPr>
          <w:rFonts w:ascii="Arial Narrow" w:hAnsi="Arial Narrow" w:cs="Arial"/>
          <w:sz w:val="22"/>
          <w:szCs w:val="22"/>
        </w:rPr>
        <w:t>di impegnarsi a produrre, prima dell'accettazione dell'incarico, dichiarazione sostitutiva ai sensi degli articoli 46 e 47 del DPR n.445/2000, attestante l'assenza di qualunque tipo di rapporto con i titolari, gli amministratori, i soci e i dipendenti degli operatori economici/professionisti partecipanti alla procedura;</w:t>
      </w:r>
    </w:p>
    <w:p w14:paraId="39CB2786" w14:textId="68FD8271" w:rsidR="002B22B7" w:rsidRPr="002B22B7" w:rsidRDefault="002B22B7" w:rsidP="002B22B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2B22B7">
        <w:rPr>
          <w:rFonts w:ascii="Arial Narrow" w:hAnsi="Arial Narrow" w:cs="Arial"/>
          <w:sz w:val="22"/>
          <w:szCs w:val="22"/>
        </w:rPr>
        <w:t>di impegnarsi a produrre, prima dell'accettazione dell'incarico, dichiarazione sostitutiva ai sensi degli articoli 46 e 47 del DPR n.445/2000, attestante l'assenza un interesse finanziario, economico o altro interesse personale che può essere percepito come una minaccia alla loro imparzialità e indipendenza nel contesto della procedura di gara;</w:t>
      </w:r>
    </w:p>
    <w:p w14:paraId="41B800CB" w14:textId="59890DA9" w:rsidR="002B22B7" w:rsidRDefault="002B22B7" w:rsidP="002B22B7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 w:rsidRPr="002B22B7">
        <w:rPr>
          <w:rFonts w:ascii="Arial Narrow" w:hAnsi="Arial Narrow" w:cs="Arial"/>
          <w:sz w:val="22"/>
          <w:szCs w:val="22"/>
        </w:rPr>
        <w:t xml:space="preserve">di impegnarsi a presentare, prima della nomina della Commissione, la preventiva autorizzazione dell'Amministrazione di appartenenza ad espletare l'incarico in oggetto (autorizzazione ex art. 53 del </w:t>
      </w:r>
      <w:r w:rsidR="00336CF9">
        <w:rPr>
          <w:rFonts w:ascii="Arial Narrow" w:hAnsi="Arial Narrow" w:cs="Arial"/>
          <w:sz w:val="22"/>
          <w:szCs w:val="22"/>
        </w:rPr>
        <w:t xml:space="preserve">D.Lgs. </w:t>
      </w:r>
      <w:r w:rsidRPr="002B22B7">
        <w:rPr>
          <w:rFonts w:ascii="Arial Narrow" w:hAnsi="Arial Narrow" w:cs="Arial"/>
          <w:sz w:val="22"/>
          <w:szCs w:val="22"/>
        </w:rPr>
        <w:t>165/2001 e smi.</w:t>
      </w:r>
    </w:p>
    <w:p w14:paraId="27AE491B" w14:textId="199A20B7" w:rsidR="008909DC" w:rsidRPr="008909DC" w:rsidRDefault="00022B1F" w:rsidP="008909DC">
      <w:pPr>
        <w:numPr>
          <w:ilvl w:val="0"/>
          <w:numId w:val="3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di impegnarsi a svolgere il predetto incarico, al fine di permette all’amministrazione comunale di raggiungere l’OGV entro il 31/12/2022, ovvero a produrre la proposta di aggiudicazione entro il </w:t>
      </w:r>
      <w:r w:rsidR="008909DC">
        <w:rPr>
          <w:rFonts w:ascii="Arial Narrow" w:hAnsi="Arial Narrow" w:cs="Arial"/>
          <w:sz w:val="22"/>
          <w:szCs w:val="22"/>
        </w:rPr>
        <w:t>29/12/2022.</w:t>
      </w:r>
    </w:p>
    <w:p w14:paraId="2175E0D2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A99CD2A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/>
          <w:sz w:val="22"/>
          <w:szCs w:val="22"/>
        </w:rPr>
      </w:pPr>
    </w:p>
    <w:p w14:paraId="19607F74" w14:textId="77777777" w:rsidR="00F100A7" w:rsidRP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  <w:r w:rsidRPr="00F100A7">
        <w:rPr>
          <w:rFonts w:ascii="Arial Narrow" w:hAnsi="Arial Narrow" w:cs="Arial"/>
          <w:bCs/>
          <w:sz w:val="22"/>
          <w:szCs w:val="22"/>
        </w:rPr>
        <w:t>Luogo ________________ data ___________________</w:t>
      </w:r>
    </w:p>
    <w:p w14:paraId="0642B729" w14:textId="60820B0E" w:rsidR="00F100A7" w:rsidRDefault="00F100A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77EF0866" w14:textId="77777777" w:rsidR="002B22B7" w:rsidRPr="00F100A7" w:rsidRDefault="002B22B7" w:rsidP="00F100A7">
      <w:pPr>
        <w:spacing w:line="276" w:lineRule="auto"/>
        <w:jc w:val="both"/>
        <w:rPr>
          <w:rFonts w:ascii="Arial Narrow" w:hAnsi="Arial Narrow" w:cs="Arial"/>
          <w:bCs/>
          <w:sz w:val="22"/>
          <w:szCs w:val="22"/>
        </w:rPr>
      </w:pPr>
    </w:p>
    <w:p w14:paraId="3358BB30" w14:textId="73CFD768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b/>
          <w:sz w:val="22"/>
          <w:szCs w:val="22"/>
        </w:rPr>
      </w:pPr>
      <w:r w:rsidRPr="00F100A7">
        <w:rPr>
          <w:rFonts w:ascii="Arial Narrow" w:hAnsi="Arial Narrow" w:cs="Arial"/>
          <w:b/>
          <w:sz w:val="22"/>
          <w:szCs w:val="22"/>
        </w:rPr>
        <w:tab/>
        <w:t>IL CANDIDATO</w:t>
      </w:r>
    </w:p>
    <w:p w14:paraId="6E11FC26" w14:textId="0787B183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sz w:val="21"/>
          <w:szCs w:val="22"/>
        </w:rPr>
      </w:pPr>
      <w:r w:rsidRPr="00F100A7">
        <w:rPr>
          <w:rFonts w:ascii="Arial Narrow" w:hAnsi="Arial Narrow" w:cs="Arial"/>
          <w:sz w:val="21"/>
          <w:szCs w:val="22"/>
        </w:rPr>
        <w:tab/>
      </w:r>
    </w:p>
    <w:p w14:paraId="4303243B" w14:textId="7BB1A476" w:rsidR="00F100A7" w:rsidRPr="00F100A7" w:rsidRDefault="00F100A7" w:rsidP="00F100A7">
      <w:pPr>
        <w:tabs>
          <w:tab w:val="center" w:pos="7938"/>
        </w:tabs>
        <w:jc w:val="both"/>
        <w:rPr>
          <w:rFonts w:ascii="Arial Narrow" w:hAnsi="Arial Narrow" w:cs="Arial"/>
          <w:i/>
          <w:sz w:val="18"/>
          <w:szCs w:val="22"/>
        </w:rPr>
      </w:pPr>
      <w:r w:rsidRPr="00F100A7">
        <w:rPr>
          <w:rFonts w:ascii="Arial Narrow" w:hAnsi="Arial Narrow" w:cs="Arial"/>
          <w:i/>
          <w:sz w:val="18"/>
          <w:szCs w:val="22"/>
        </w:rPr>
        <w:tab/>
        <w:t>____________________________</w:t>
      </w:r>
    </w:p>
    <w:sectPr w:rsidR="00F100A7" w:rsidRPr="00F100A7" w:rsidSect="00B6615E">
      <w:footerReference w:type="even" r:id="rId9"/>
      <w:footerReference w:type="default" r:id="rId10"/>
      <w:pgSz w:w="11907" w:h="16840" w:code="9"/>
      <w:pgMar w:top="851" w:right="1134" w:bottom="907" w:left="1134" w:header="720" w:footer="56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49CD3" w14:textId="77777777" w:rsidR="00F86DE5" w:rsidRDefault="00F86DE5">
      <w:r>
        <w:separator/>
      </w:r>
    </w:p>
  </w:endnote>
  <w:endnote w:type="continuationSeparator" w:id="0">
    <w:p w14:paraId="1B158751" w14:textId="77777777" w:rsidR="00F86DE5" w:rsidRDefault="00F86D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B3D69" w14:textId="77777777" w:rsidR="00691AA3" w:rsidRDefault="00691AA3" w:rsidP="002745D4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87FD3AA" w14:textId="77777777" w:rsidR="00691AA3" w:rsidRDefault="00691AA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FB68E" w14:textId="77777777" w:rsidR="00691AA3" w:rsidRPr="00CF6D2E" w:rsidRDefault="00691AA3" w:rsidP="002745D4">
    <w:pPr>
      <w:pStyle w:val="Pidipagina"/>
      <w:framePr w:wrap="around" w:vAnchor="text" w:hAnchor="margin" w:xAlign="center" w:y="1"/>
      <w:rPr>
        <w:rStyle w:val="Numeropagina"/>
        <w:rFonts w:ascii="Arial Narrow" w:hAnsi="Arial Narrow"/>
      </w:rPr>
    </w:pPr>
    <w:r w:rsidRPr="00CF6D2E">
      <w:rPr>
        <w:rStyle w:val="Numeropagina"/>
        <w:rFonts w:ascii="Arial Narrow" w:hAnsi="Arial Narrow"/>
      </w:rPr>
      <w:fldChar w:fldCharType="begin"/>
    </w:r>
    <w:r w:rsidRPr="00CF6D2E">
      <w:rPr>
        <w:rStyle w:val="Numeropagina"/>
        <w:rFonts w:ascii="Arial Narrow" w:hAnsi="Arial Narrow"/>
      </w:rPr>
      <w:instrText xml:space="preserve">PAGE  </w:instrText>
    </w:r>
    <w:r w:rsidRPr="00CF6D2E">
      <w:rPr>
        <w:rStyle w:val="Numeropagina"/>
        <w:rFonts w:ascii="Arial Narrow" w:hAnsi="Arial Narrow"/>
      </w:rPr>
      <w:fldChar w:fldCharType="separate"/>
    </w:r>
    <w:r w:rsidR="007B183C">
      <w:rPr>
        <w:rStyle w:val="Numeropagina"/>
        <w:rFonts w:ascii="Arial Narrow" w:hAnsi="Arial Narrow"/>
        <w:noProof/>
      </w:rPr>
      <w:t>6</w:t>
    </w:r>
    <w:r w:rsidRPr="00CF6D2E">
      <w:rPr>
        <w:rStyle w:val="Numeropagina"/>
        <w:rFonts w:ascii="Arial Narrow" w:hAnsi="Arial Narrow"/>
      </w:rPr>
      <w:fldChar w:fldCharType="end"/>
    </w:r>
  </w:p>
  <w:p w14:paraId="25DB4E7D" w14:textId="77777777" w:rsidR="00691AA3" w:rsidRPr="00CF6D2E" w:rsidRDefault="00691AA3">
    <w:pPr>
      <w:pStyle w:val="Pidipagina"/>
      <w:rPr>
        <w:rFonts w:ascii="Arial Narrow" w:hAnsi="Arial Narrow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4BADA" w14:textId="77777777" w:rsidR="00F86DE5" w:rsidRDefault="00F86DE5">
      <w:r>
        <w:separator/>
      </w:r>
    </w:p>
  </w:footnote>
  <w:footnote w:type="continuationSeparator" w:id="0">
    <w:p w14:paraId="1C3D967F" w14:textId="77777777" w:rsidR="00F86DE5" w:rsidRDefault="00F86D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643C9868"/>
    <w:lvl w:ilvl="0" w:tplc="FFFFFFFF">
      <w:start w:val="1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2"/>
    <w:multiLevelType w:val="hybridMultilevel"/>
    <w:tmpl w:val="46E87CCC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3"/>
    <w:multiLevelType w:val="hybridMultilevel"/>
    <w:tmpl w:val="3D1B58BA"/>
    <w:lvl w:ilvl="0" w:tplc="FFFFFFFF">
      <w:start w:val="1"/>
      <w:numFmt w:val="bullet"/>
      <w:lvlText w:val="□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4"/>
    <w:multiLevelType w:val="hybridMultilevel"/>
    <w:tmpl w:val="507ED7AA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5"/>
    <w:multiLevelType w:val="hybridMultilevel"/>
    <w:tmpl w:val="2EB141F2"/>
    <w:lvl w:ilvl="0" w:tplc="FFFFFFFF">
      <w:start w:val="1"/>
      <w:numFmt w:val="bullet"/>
      <w:lvlText w:val="·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6"/>
    <w:multiLevelType w:val="hybridMultilevel"/>
    <w:tmpl w:val="41B71EFA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8"/>
    <w:multiLevelType w:val="hybridMultilevel"/>
    <w:tmpl w:val="7545E146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19F6A2B"/>
    <w:multiLevelType w:val="hybridMultilevel"/>
    <w:tmpl w:val="7BE47A86"/>
    <w:lvl w:ilvl="0" w:tplc="BFC6C844">
      <w:start w:val="1"/>
      <w:numFmt w:val="upperLetter"/>
      <w:lvlText w:val="%1)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1" w:tplc="E27078C4">
      <w:numFmt w:val="bullet"/>
      <w:lvlText w:val="-"/>
      <w:lvlJc w:val="left"/>
      <w:pPr>
        <w:tabs>
          <w:tab w:val="num" w:pos="2220"/>
        </w:tabs>
        <w:ind w:left="2200" w:hanging="34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8" w15:restartNumberingAfterBreak="0">
    <w:nsid w:val="04C7022F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7CF4CB5"/>
    <w:multiLevelType w:val="hybridMultilevel"/>
    <w:tmpl w:val="218A3602"/>
    <w:lvl w:ilvl="0" w:tplc="0410000B">
      <w:start w:val="1"/>
      <w:numFmt w:val="bullet"/>
      <w:lvlText w:val="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0F9E51C9"/>
    <w:multiLevelType w:val="hybridMultilevel"/>
    <w:tmpl w:val="9B3A70A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F7195B"/>
    <w:multiLevelType w:val="hybridMultilevel"/>
    <w:tmpl w:val="C42E96FC"/>
    <w:lvl w:ilvl="0" w:tplc="0410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11F47B54"/>
    <w:multiLevelType w:val="hybridMultilevel"/>
    <w:tmpl w:val="A94EC204"/>
    <w:lvl w:ilvl="0" w:tplc="4302EE9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2726376"/>
    <w:multiLevelType w:val="hybridMultilevel"/>
    <w:tmpl w:val="A558ADB6"/>
    <w:lvl w:ilvl="0" w:tplc="E8A0C2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28654F8"/>
    <w:multiLevelType w:val="hybridMultilevel"/>
    <w:tmpl w:val="82462F0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9888C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2EC3826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5A46531"/>
    <w:multiLevelType w:val="hybridMultilevel"/>
    <w:tmpl w:val="CEE6FCA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97C5BD8"/>
    <w:multiLevelType w:val="hybridMultilevel"/>
    <w:tmpl w:val="83F028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190482A"/>
    <w:multiLevelType w:val="hybridMultilevel"/>
    <w:tmpl w:val="C13A66F6"/>
    <w:lvl w:ilvl="0" w:tplc="E8A0C2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68AB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3A93161"/>
    <w:multiLevelType w:val="hybridMultilevel"/>
    <w:tmpl w:val="10CE042E"/>
    <w:lvl w:ilvl="0" w:tplc="0410000B">
      <w:start w:val="1"/>
      <w:numFmt w:val="bullet"/>
      <w:lvlText w:val=""/>
      <w:lvlJc w:val="left"/>
      <w:pPr>
        <w:tabs>
          <w:tab w:val="num" w:pos="1571"/>
        </w:tabs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2D623376"/>
    <w:multiLevelType w:val="hybridMultilevel"/>
    <w:tmpl w:val="5A049E04"/>
    <w:lvl w:ilvl="0" w:tplc="FFFFFFFF">
      <w:start w:val="1"/>
      <w:numFmt w:val="bullet"/>
      <w:lvlText w:val="□"/>
      <w:lvlJc w:val="left"/>
      <w:pPr>
        <w:ind w:left="720" w:hanging="360"/>
      </w:pPr>
      <w:rPr>
        <w:rFonts w:hint="default"/>
        <w:b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703302"/>
    <w:multiLevelType w:val="hybridMultilevel"/>
    <w:tmpl w:val="798A11F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8349C8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416758F"/>
    <w:multiLevelType w:val="hybridMultilevel"/>
    <w:tmpl w:val="863899CA"/>
    <w:lvl w:ilvl="0" w:tplc="04100001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E27078C4">
      <w:numFmt w:val="bullet"/>
      <w:lvlText w:val="-"/>
      <w:lvlJc w:val="left"/>
      <w:pPr>
        <w:tabs>
          <w:tab w:val="num" w:pos="2220"/>
        </w:tabs>
        <w:ind w:left="2200" w:hanging="34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940"/>
        </w:tabs>
        <w:ind w:left="29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660"/>
        </w:tabs>
        <w:ind w:left="36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380"/>
        </w:tabs>
        <w:ind w:left="43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5100"/>
        </w:tabs>
        <w:ind w:left="51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820"/>
        </w:tabs>
        <w:ind w:left="58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540"/>
        </w:tabs>
        <w:ind w:left="65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260"/>
        </w:tabs>
        <w:ind w:left="7260" w:hanging="180"/>
      </w:pPr>
    </w:lvl>
  </w:abstractNum>
  <w:abstractNum w:abstractNumId="22" w15:restartNumberingAfterBreak="0">
    <w:nsid w:val="350C429F"/>
    <w:multiLevelType w:val="hybridMultilevel"/>
    <w:tmpl w:val="2E0024C4"/>
    <w:lvl w:ilvl="0" w:tplc="4CD4ECC2">
      <w:start w:val="1"/>
      <w:numFmt w:val="bullet"/>
      <w:lvlText w:val=""/>
      <w:lvlJc w:val="left"/>
      <w:pPr>
        <w:tabs>
          <w:tab w:val="num" w:pos="644"/>
        </w:tabs>
        <w:ind w:left="360" w:hanging="76"/>
      </w:pPr>
      <w:rPr>
        <w:rFonts w:ascii="Symbol" w:hAnsi="Symbol" w:hint="default"/>
        <w:color w:val="auto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3EC24900"/>
    <w:multiLevelType w:val="multilevel"/>
    <w:tmpl w:val="122A2134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8330A11"/>
    <w:multiLevelType w:val="hybridMultilevel"/>
    <w:tmpl w:val="D1427B18"/>
    <w:lvl w:ilvl="0" w:tplc="C88424C6">
      <w:start w:val="1"/>
      <w:numFmt w:val="bullet"/>
      <w:lvlText w:val=""/>
      <w:lvlJc w:val="left"/>
      <w:pPr>
        <w:tabs>
          <w:tab w:val="num" w:pos="360"/>
        </w:tabs>
        <w:ind w:left="76" w:hanging="76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518"/>
        </w:tabs>
        <w:ind w:left="518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58"/>
        </w:tabs>
        <w:ind w:left="19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78"/>
        </w:tabs>
        <w:ind w:left="267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</w:abstractNum>
  <w:abstractNum w:abstractNumId="25" w15:restartNumberingAfterBreak="0">
    <w:nsid w:val="502260F2"/>
    <w:multiLevelType w:val="hybridMultilevel"/>
    <w:tmpl w:val="C7C42CF6"/>
    <w:lvl w:ilvl="0" w:tplc="E27078C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AB02A2"/>
    <w:multiLevelType w:val="hybridMultilevel"/>
    <w:tmpl w:val="7C3434B4"/>
    <w:lvl w:ilvl="0" w:tplc="AD2845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0D427D5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2107BB1"/>
    <w:multiLevelType w:val="hybridMultilevel"/>
    <w:tmpl w:val="4F527CD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B05633"/>
    <w:multiLevelType w:val="hybridMultilevel"/>
    <w:tmpl w:val="319ECEC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59D20F86"/>
    <w:multiLevelType w:val="hybridMultilevel"/>
    <w:tmpl w:val="A1FCAEC6"/>
    <w:lvl w:ilvl="0" w:tplc="76CA8DB6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B242CB4"/>
    <w:multiLevelType w:val="hybridMultilevel"/>
    <w:tmpl w:val="D78CA55E"/>
    <w:lvl w:ilvl="0" w:tplc="AD28459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CD92FC2"/>
    <w:multiLevelType w:val="hybridMultilevel"/>
    <w:tmpl w:val="C1DC96E4"/>
    <w:lvl w:ilvl="0" w:tplc="26945DD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FE4BB8"/>
    <w:multiLevelType w:val="hybridMultilevel"/>
    <w:tmpl w:val="F1000D54"/>
    <w:lvl w:ilvl="0" w:tplc="1F7E8E0C">
      <w:start w:val="1"/>
      <w:numFmt w:val="decimal"/>
      <w:lvlText w:val="%1]"/>
      <w:lvlJc w:val="left"/>
      <w:pPr>
        <w:ind w:left="720" w:hanging="360"/>
      </w:pPr>
      <w:rPr>
        <w:rFonts w:cs="Times New Roman" w:hint="default"/>
        <w:b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354E73"/>
    <w:multiLevelType w:val="hybridMultilevel"/>
    <w:tmpl w:val="BA1EBB24"/>
    <w:lvl w:ilvl="0" w:tplc="C88424C6">
      <w:start w:val="1"/>
      <w:numFmt w:val="bullet"/>
      <w:lvlText w:val=""/>
      <w:lvlJc w:val="left"/>
      <w:pPr>
        <w:tabs>
          <w:tab w:val="num" w:pos="360"/>
        </w:tabs>
        <w:ind w:left="76" w:hanging="76"/>
      </w:pPr>
      <w:rPr>
        <w:rFonts w:ascii="Symbol" w:hAnsi="Symbol" w:hint="default"/>
        <w:color w:val="auto"/>
      </w:rPr>
    </w:lvl>
    <w:lvl w:ilvl="1" w:tplc="0410000F">
      <w:start w:val="1"/>
      <w:numFmt w:val="decimal"/>
      <w:lvlText w:val="%2."/>
      <w:lvlJc w:val="left"/>
      <w:pPr>
        <w:tabs>
          <w:tab w:val="num" w:pos="518"/>
        </w:tabs>
        <w:ind w:left="518" w:hanging="360"/>
      </w:pPr>
    </w:lvl>
    <w:lvl w:ilvl="2" w:tplc="04100005" w:tentative="1">
      <w:start w:val="1"/>
      <w:numFmt w:val="bullet"/>
      <w:lvlText w:val=""/>
      <w:lvlJc w:val="left"/>
      <w:pPr>
        <w:tabs>
          <w:tab w:val="num" w:pos="1238"/>
        </w:tabs>
        <w:ind w:left="12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1958"/>
        </w:tabs>
        <w:ind w:left="19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678"/>
        </w:tabs>
        <w:ind w:left="2678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398"/>
        </w:tabs>
        <w:ind w:left="33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118"/>
        </w:tabs>
        <w:ind w:left="41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4838"/>
        </w:tabs>
        <w:ind w:left="4838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558"/>
        </w:tabs>
        <w:ind w:left="5558" w:hanging="360"/>
      </w:pPr>
      <w:rPr>
        <w:rFonts w:ascii="Wingdings" w:hAnsi="Wingdings" w:hint="default"/>
      </w:rPr>
    </w:lvl>
  </w:abstractNum>
  <w:abstractNum w:abstractNumId="35" w15:restartNumberingAfterBreak="0">
    <w:nsid w:val="699C4724"/>
    <w:multiLevelType w:val="hybridMultilevel"/>
    <w:tmpl w:val="A814AEB6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EE207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7E77FD"/>
    <w:multiLevelType w:val="hybridMultilevel"/>
    <w:tmpl w:val="122A2134"/>
    <w:lvl w:ilvl="0" w:tplc="439888C8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D974DDD"/>
    <w:multiLevelType w:val="hybridMultilevel"/>
    <w:tmpl w:val="A5122E4C"/>
    <w:lvl w:ilvl="0" w:tplc="26945DDC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20491765">
    <w:abstractNumId w:val="34"/>
  </w:num>
  <w:num w:numId="2" w16cid:durableId="327027262">
    <w:abstractNumId w:val="24"/>
  </w:num>
  <w:num w:numId="3" w16cid:durableId="1668634133">
    <w:abstractNumId w:val="31"/>
  </w:num>
  <w:num w:numId="4" w16cid:durableId="1705598934">
    <w:abstractNumId w:val="26"/>
  </w:num>
  <w:num w:numId="5" w16cid:durableId="687096973">
    <w:abstractNumId w:val="29"/>
  </w:num>
  <w:num w:numId="6" w16cid:durableId="348065483">
    <w:abstractNumId w:val="11"/>
  </w:num>
  <w:num w:numId="7" w16cid:durableId="957374941">
    <w:abstractNumId w:val="13"/>
  </w:num>
  <w:num w:numId="8" w16cid:durableId="1560090786">
    <w:abstractNumId w:val="15"/>
  </w:num>
  <w:num w:numId="9" w16cid:durableId="536703302">
    <w:abstractNumId w:val="17"/>
  </w:num>
  <w:num w:numId="10" w16cid:durableId="2100758580">
    <w:abstractNumId w:val="22"/>
  </w:num>
  <w:num w:numId="11" w16cid:durableId="2070183742">
    <w:abstractNumId w:val="10"/>
  </w:num>
  <w:num w:numId="12" w16cid:durableId="434204846">
    <w:abstractNumId w:val="18"/>
  </w:num>
  <w:num w:numId="13" w16cid:durableId="1004043918">
    <w:abstractNumId w:val="9"/>
  </w:num>
  <w:num w:numId="14" w16cid:durableId="1442525970">
    <w:abstractNumId w:val="14"/>
  </w:num>
  <w:num w:numId="15" w16cid:durableId="859660818">
    <w:abstractNumId w:val="35"/>
  </w:num>
  <w:num w:numId="16" w16cid:durableId="435180748">
    <w:abstractNumId w:val="36"/>
  </w:num>
  <w:num w:numId="17" w16cid:durableId="1766882024">
    <w:abstractNumId w:val="23"/>
  </w:num>
  <w:num w:numId="18" w16cid:durableId="373626918">
    <w:abstractNumId w:val="20"/>
  </w:num>
  <w:num w:numId="19" w16cid:durableId="811218529">
    <w:abstractNumId w:val="12"/>
  </w:num>
  <w:num w:numId="20" w16cid:durableId="590431406">
    <w:abstractNumId w:val="28"/>
  </w:num>
  <w:num w:numId="21" w16cid:durableId="1828327084">
    <w:abstractNumId w:val="7"/>
  </w:num>
  <w:num w:numId="22" w16cid:durableId="1949778327">
    <w:abstractNumId w:val="16"/>
  </w:num>
  <w:num w:numId="23" w16cid:durableId="1729961652">
    <w:abstractNumId w:val="21"/>
  </w:num>
  <w:num w:numId="24" w16cid:durableId="1327443165">
    <w:abstractNumId w:val="33"/>
  </w:num>
  <w:num w:numId="25" w16cid:durableId="2069910015">
    <w:abstractNumId w:val="32"/>
  </w:num>
  <w:num w:numId="26" w16cid:durableId="1982540126">
    <w:abstractNumId w:val="25"/>
  </w:num>
  <w:num w:numId="27" w16cid:durableId="1669212347">
    <w:abstractNumId w:val="37"/>
  </w:num>
  <w:num w:numId="28" w16cid:durableId="233709634">
    <w:abstractNumId w:val="1"/>
  </w:num>
  <w:num w:numId="29" w16cid:durableId="485754013">
    <w:abstractNumId w:val="2"/>
  </w:num>
  <w:num w:numId="30" w16cid:durableId="1059549721">
    <w:abstractNumId w:val="3"/>
  </w:num>
  <w:num w:numId="31" w16cid:durableId="473252809">
    <w:abstractNumId w:val="4"/>
  </w:num>
  <w:num w:numId="32" w16cid:durableId="604268166">
    <w:abstractNumId w:val="5"/>
  </w:num>
  <w:num w:numId="33" w16cid:durableId="1352756587">
    <w:abstractNumId w:val="6"/>
  </w:num>
  <w:num w:numId="34" w16cid:durableId="118427085">
    <w:abstractNumId w:val="30"/>
  </w:num>
  <w:num w:numId="35" w16cid:durableId="1614435736">
    <w:abstractNumId w:val="27"/>
  </w:num>
  <w:num w:numId="36" w16cid:durableId="1231966487">
    <w:abstractNumId w:val="8"/>
  </w:num>
  <w:num w:numId="37" w16cid:durableId="1701127817">
    <w:abstractNumId w:val="19"/>
  </w:num>
  <w:num w:numId="38" w16cid:durableId="4824323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00A7"/>
    <w:rsid w:val="0000360A"/>
    <w:rsid w:val="00003BB4"/>
    <w:rsid w:val="00003FFC"/>
    <w:rsid w:val="000040DE"/>
    <w:rsid w:val="00004C03"/>
    <w:rsid w:val="00022B1F"/>
    <w:rsid w:val="00042160"/>
    <w:rsid w:val="00051D74"/>
    <w:rsid w:val="00053E90"/>
    <w:rsid w:val="000542A0"/>
    <w:rsid w:val="0009503C"/>
    <w:rsid w:val="000A1391"/>
    <w:rsid w:val="000A7975"/>
    <w:rsid w:val="000A7BE2"/>
    <w:rsid w:val="000B15A5"/>
    <w:rsid w:val="000C167C"/>
    <w:rsid w:val="000D15BB"/>
    <w:rsid w:val="000F59DB"/>
    <w:rsid w:val="0010343F"/>
    <w:rsid w:val="00105046"/>
    <w:rsid w:val="00106BD3"/>
    <w:rsid w:val="00111F9F"/>
    <w:rsid w:val="001144FB"/>
    <w:rsid w:val="00132F31"/>
    <w:rsid w:val="00151C5C"/>
    <w:rsid w:val="00154049"/>
    <w:rsid w:val="0015794C"/>
    <w:rsid w:val="00167869"/>
    <w:rsid w:val="00176339"/>
    <w:rsid w:val="00177F0C"/>
    <w:rsid w:val="00187A25"/>
    <w:rsid w:val="001B3A1B"/>
    <w:rsid w:val="001C0579"/>
    <w:rsid w:val="001C2142"/>
    <w:rsid w:val="001C2976"/>
    <w:rsid w:val="001C298E"/>
    <w:rsid w:val="001C485F"/>
    <w:rsid w:val="001C77ED"/>
    <w:rsid w:val="001F4587"/>
    <w:rsid w:val="002016DC"/>
    <w:rsid w:val="002133E6"/>
    <w:rsid w:val="00226103"/>
    <w:rsid w:val="00254A14"/>
    <w:rsid w:val="0027213B"/>
    <w:rsid w:val="002745D4"/>
    <w:rsid w:val="0029323D"/>
    <w:rsid w:val="002A09C2"/>
    <w:rsid w:val="002B22B7"/>
    <w:rsid w:val="002C6340"/>
    <w:rsid w:val="002D5CF8"/>
    <w:rsid w:val="002E7A4C"/>
    <w:rsid w:val="003047D0"/>
    <w:rsid w:val="00310AEF"/>
    <w:rsid w:val="00316FBE"/>
    <w:rsid w:val="003277BF"/>
    <w:rsid w:val="00334E41"/>
    <w:rsid w:val="0033585E"/>
    <w:rsid w:val="00336CF9"/>
    <w:rsid w:val="00352127"/>
    <w:rsid w:val="00364DD9"/>
    <w:rsid w:val="00373761"/>
    <w:rsid w:val="003831EC"/>
    <w:rsid w:val="0038458B"/>
    <w:rsid w:val="00386C4F"/>
    <w:rsid w:val="00387052"/>
    <w:rsid w:val="00394F92"/>
    <w:rsid w:val="00396BE8"/>
    <w:rsid w:val="003A09EE"/>
    <w:rsid w:val="003A0AA0"/>
    <w:rsid w:val="003A0BEE"/>
    <w:rsid w:val="003A3E1C"/>
    <w:rsid w:val="003B4FCC"/>
    <w:rsid w:val="003C3819"/>
    <w:rsid w:val="003C6749"/>
    <w:rsid w:val="003E1D74"/>
    <w:rsid w:val="00400629"/>
    <w:rsid w:val="00404371"/>
    <w:rsid w:val="00413570"/>
    <w:rsid w:val="0041792B"/>
    <w:rsid w:val="0042450E"/>
    <w:rsid w:val="00431E4E"/>
    <w:rsid w:val="0044271B"/>
    <w:rsid w:val="004432CE"/>
    <w:rsid w:val="0044616A"/>
    <w:rsid w:val="00451803"/>
    <w:rsid w:val="00457F70"/>
    <w:rsid w:val="00473949"/>
    <w:rsid w:val="004A41E0"/>
    <w:rsid w:val="004A4B75"/>
    <w:rsid w:val="004B06BE"/>
    <w:rsid w:val="004B25D2"/>
    <w:rsid w:val="004C49DD"/>
    <w:rsid w:val="004E3431"/>
    <w:rsid w:val="004F3C03"/>
    <w:rsid w:val="00504B80"/>
    <w:rsid w:val="00521432"/>
    <w:rsid w:val="0053626A"/>
    <w:rsid w:val="00546F35"/>
    <w:rsid w:val="00546FF4"/>
    <w:rsid w:val="005522C2"/>
    <w:rsid w:val="00554BBC"/>
    <w:rsid w:val="00580208"/>
    <w:rsid w:val="00582227"/>
    <w:rsid w:val="005822E4"/>
    <w:rsid w:val="0059103F"/>
    <w:rsid w:val="00595995"/>
    <w:rsid w:val="005A6BF1"/>
    <w:rsid w:val="005B4374"/>
    <w:rsid w:val="005D424F"/>
    <w:rsid w:val="005E362A"/>
    <w:rsid w:val="005F2FE1"/>
    <w:rsid w:val="00603201"/>
    <w:rsid w:val="00621277"/>
    <w:rsid w:val="00626E49"/>
    <w:rsid w:val="00670598"/>
    <w:rsid w:val="006911D3"/>
    <w:rsid w:val="00691AA3"/>
    <w:rsid w:val="006A46AA"/>
    <w:rsid w:val="006A7475"/>
    <w:rsid w:val="006B02FB"/>
    <w:rsid w:val="006C4DC4"/>
    <w:rsid w:val="006C6D93"/>
    <w:rsid w:val="006D1265"/>
    <w:rsid w:val="006E7432"/>
    <w:rsid w:val="00702264"/>
    <w:rsid w:val="007116C6"/>
    <w:rsid w:val="007160D3"/>
    <w:rsid w:val="0071710D"/>
    <w:rsid w:val="0071715D"/>
    <w:rsid w:val="00717E7E"/>
    <w:rsid w:val="00782091"/>
    <w:rsid w:val="007B183C"/>
    <w:rsid w:val="007B6764"/>
    <w:rsid w:val="007D4372"/>
    <w:rsid w:val="007D4A34"/>
    <w:rsid w:val="007F2A0E"/>
    <w:rsid w:val="007F578C"/>
    <w:rsid w:val="007F60F3"/>
    <w:rsid w:val="008218EA"/>
    <w:rsid w:val="00821BBC"/>
    <w:rsid w:val="00830099"/>
    <w:rsid w:val="00841D3F"/>
    <w:rsid w:val="00846840"/>
    <w:rsid w:val="0085501E"/>
    <w:rsid w:val="008618AC"/>
    <w:rsid w:val="00862486"/>
    <w:rsid w:val="0086732D"/>
    <w:rsid w:val="008909DC"/>
    <w:rsid w:val="008920DD"/>
    <w:rsid w:val="00894F83"/>
    <w:rsid w:val="008A2C05"/>
    <w:rsid w:val="008A429A"/>
    <w:rsid w:val="008C172D"/>
    <w:rsid w:val="008C5CF7"/>
    <w:rsid w:val="008D4FF3"/>
    <w:rsid w:val="008D7ADB"/>
    <w:rsid w:val="008E32F6"/>
    <w:rsid w:val="00902DBC"/>
    <w:rsid w:val="00903569"/>
    <w:rsid w:val="00903B73"/>
    <w:rsid w:val="00914A16"/>
    <w:rsid w:val="009201D2"/>
    <w:rsid w:val="00952AC7"/>
    <w:rsid w:val="0095657A"/>
    <w:rsid w:val="009624F9"/>
    <w:rsid w:val="009834CE"/>
    <w:rsid w:val="0099395F"/>
    <w:rsid w:val="00995003"/>
    <w:rsid w:val="009B6717"/>
    <w:rsid w:val="009D3C08"/>
    <w:rsid w:val="009E4AD4"/>
    <w:rsid w:val="009F6743"/>
    <w:rsid w:val="009F6CD1"/>
    <w:rsid w:val="00A037EB"/>
    <w:rsid w:val="00A17D10"/>
    <w:rsid w:val="00A37A4B"/>
    <w:rsid w:val="00A534F9"/>
    <w:rsid w:val="00A57292"/>
    <w:rsid w:val="00A70A25"/>
    <w:rsid w:val="00A96CA3"/>
    <w:rsid w:val="00AA3C01"/>
    <w:rsid w:val="00AB4E74"/>
    <w:rsid w:val="00AC051C"/>
    <w:rsid w:val="00AC1C98"/>
    <w:rsid w:val="00AC7ECE"/>
    <w:rsid w:val="00AD7741"/>
    <w:rsid w:val="00AE1F4C"/>
    <w:rsid w:val="00AE6B4A"/>
    <w:rsid w:val="00AF37EA"/>
    <w:rsid w:val="00AF5F87"/>
    <w:rsid w:val="00B02E9E"/>
    <w:rsid w:val="00B10E7E"/>
    <w:rsid w:val="00B12090"/>
    <w:rsid w:val="00B26C94"/>
    <w:rsid w:val="00B362B5"/>
    <w:rsid w:val="00B55BA6"/>
    <w:rsid w:val="00B63E53"/>
    <w:rsid w:val="00B6419A"/>
    <w:rsid w:val="00B6615E"/>
    <w:rsid w:val="00B707E6"/>
    <w:rsid w:val="00B80CB5"/>
    <w:rsid w:val="00B80DE7"/>
    <w:rsid w:val="00B83FA5"/>
    <w:rsid w:val="00BA17C2"/>
    <w:rsid w:val="00BA59AF"/>
    <w:rsid w:val="00BC0E72"/>
    <w:rsid w:val="00BE21DB"/>
    <w:rsid w:val="00BE5C81"/>
    <w:rsid w:val="00BE7216"/>
    <w:rsid w:val="00BF1C68"/>
    <w:rsid w:val="00C05C6C"/>
    <w:rsid w:val="00C35673"/>
    <w:rsid w:val="00C430DD"/>
    <w:rsid w:val="00C50F1F"/>
    <w:rsid w:val="00C60702"/>
    <w:rsid w:val="00C671FA"/>
    <w:rsid w:val="00C759D9"/>
    <w:rsid w:val="00C90CB2"/>
    <w:rsid w:val="00CA2199"/>
    <w:rsid w:val="00CB3935"/>
    <w:rsid w:val="00CF6D2E"/>
    <w:rsid w:val="00D05C87"/>
    <w:rsid w:val="00D06D5C"/>
    <w:rsid w:val="00D1306A"/>
    <w:rsid w:val="00D24EF9"/>
    <w:rsid w:val="00D30EDD"/>
    <w:rsid w:val="00D46CF2"/>
    <w:rsid w:val="00D979B5"/>
    <w:rsid w:val="00DB66A3"/>
    <w:rsid w:val="00DD481D"/>
    <w:rsid w:val="00DD5DCC"/>
    <w:rsid w:val="00DE3D87"/>
    <w:rsid w:val="00DF76B9"/>
    <w:rsid w:val="00E11A8B"/>
    <w:rsid w:val="00E13A7C"/>
    <w:rsid w:val="00E305E1"/>
    <w:rsid w:val="00E55D3C"/>
    <w:rsid w:val="00E644DA"/>
    <w:rsid w:val="00EC5F9D"/>
    <w:rsid w:val="00ED47CD"/>
    <w:rsid w:val="00ED5E46"/>
    <w:rsid w:val="00ED67B9"/>
    <w:rsid w:val="00EE1C10"/>
    <w:rsid w:val="00F0220D"/>
    <w:rsid w:val="00F07390"/>
    <w:rsid w:val="00F100A7"/>
    <w:rsid w:val="00F367D2"/>
    <w:rsid w:val="00F6309D"/>
    <w:rsid w:val="00F86DE5"/>
    <w:rsid w:val="00F906C8"/>
    <w:rsid w:val="00F96BAD"/>
    <w:rsid w:val="00F97C51"/>
    <w:rsid w:val="00FA4871"/>
    <w:rsid w:val="00FB39BE"/>
    <w:rsid w:val="00FD528B"/>
    <w:rsid w:val="00FD5E73"/>
    <w:rsid w:val="00FE2282"/>
    <w:rsid w:val="00FF7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410AEE"/>
  <w15:docId w15:val="{E11934B6-0543-474B-B1C6-500CDA5DF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qFormat/>
    <w:pPr>
      <w:keepNext/>
      <w:jc w:val="center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tabs>
        <w:tab w:val="center" w:pos="7655"/>
      </w:tabs>
      <w:outlineLvl w:val="1"/>
    </w:pPr>
    <w:rPr>
      <w:sz w:val="24"/>
    </w:rPr>
  </w:style>
  <w:style w:type="paragraph" w:styleId="Titolo3">
    <w:name w:val="heading 3"/>
    <w:basedOn w:val="Normale"/>
    <w:next w:val="Normale"/>
    <w:qFormat/>
    <w:pPr>
      <w:keepNext/>
      <w:tabs>
        <w:tab w:val="center" w:pos="7088"/>
        <w:tab w:val="left" w:pos="9781"/>
      </w:tabs>
      <w:ind w:right="849"/>
      <w:outlineLvl w:val="2"/>
    </w:pPr>
    <w:rPr>
      <w:sz w:val="24"/>
    </w:rPr>
  </w:style>
  <w:style w:type="paragraph" w:styleId="Titolo4">
    <w:name w:val="heading 4"/>
    <w:basedOn w:val="Normale"/>
    <w:next w:val="Normale"/>
    <w:qFormat/>
    <w:pPr>
      <w:keepNext/>
      <w:spacing w:after="120" w:line="360" w:lineRule="auto"/>
      <w:jc w:val="center"/>
      <w:outlineLvl w:val="3"/>
    </w:pPr>
    <w:rPr>
      <w:b/>
      <w:bCs/>
      <w:sz w:val="24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sz w:val="24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pPr>
      <w:jc w:val="center"/>
    </w:pPr>
    <w:rPr>
      <w:sz w:val="48"/>
    </w:rPr>
  </w:style>
  <w:style w:type="paragraph" w:styleId="Rientrocorpodeltesto">
    <w:name w:val="Body Text Indent"/>
    <w:basedOn w:val="Normale"/>
    <w:pPr>
      <w:ind w:left="1418" w:hanging="1418"/>
      <w:jc w:val="both"/>
    </w:pPr>
    <w:rPr>
      <w:sz w:val="24"/>
    </w:rPr>
  </w:style>
  <w:style w:type="paragraph" w:styleId="Corpotesto">
    <w:name w:val="Body Text"/>
    <w:basedOn w:val="Normale"/>
    <w:pPr>
      <w:tabs>
        <w:tab w:val="left" w:pos="1134"/>
      </w:tabs>
    </w:pPr>
    <w:rPr>
      <w:sz w:val="24"/>
    </w:rPr>
  </w:style>
  <w:style w:type="paragraph" w:styleId="Testodelblocco">
    <w:name w:val="Block Text"/>
    <w:basedOn w:val="Normale"/>
    <w:pPr>
      <w:tabs>
        <w:tab w:val="left" w:pos="1701"/>
      </w:tabs>
      <w:ind w:left="709" w:right="708"/>
      <w:jc w:val="both"/>
    </w:pPr>
    <w:rPr>
      <w:sz w:val="24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Corpodeltesto3">
    <w:name w:val="Body Text 3"/>
    <w:basedOn w:val="Normale"/>
    <w:pPr>
      <w:tabs>
        <w:tab w:val="left" w:pos="1134"/>
      </w:tabs>
      <w:spacing w:after="120"/>
      <w:jc w:val="both"/>
    </w:pPr>
    <w:rPr>
      <w:rFonts w:ascii="Arial Narrow" w:hAnsi="Arial Narrow"/>
      <w:sz w:val="22"/>
    </w:rPr>
  </w:style>
  <w:style w:type="paragraph" w:styleId="Titolo">
    <w:name w:val="Title"/>
    <w:basedOn w:val="Normale"/>
    <w:qFormat/>
    <w:pPr>
      <w:jc w:val="center"/>
    </w:pPr>
    <w:rPr>
      <w:b/>
      <w:sz w:val="96"/>
    </w:rPr>
  </w:style>
  <w:style w:type="paragraph" w:styleId="Testofumetto">
    <w:name w:val="Balloon Text"/>
    <w:basedOn w:val="Normale"/>
    <w:semiHidden/>
    <w:rsid w:val="004E3431"/>
    <w:rPr>
      <w:rFonts w:ascii="Tahoma" w:hAnsi="Tahoma" w:cs="Tahoma"/>
      <w:sz w:val="16"/>
      <w:szCs w:val="16"/>
    </w:rPr>
  </w:style>
  <w:style w:type="character" w:styleId="Numeropagina">
    <w:name w:val="page number"/>
    <w:basedOn w:val="Carpredefinitoparagrafo"/>
    <w:rsid w:val="0038458B"/>
  </w:style>
  <w:style w:type="character" w:styleId="Collegamentoipertestuale">
    <w:name w:val="Hyperlink"/>
    <w:rsid w:val="000A1391"/>
    <w:rPr>
      <w:color w:val="0000FF"/>
      <w:u w:val="single"/>
    </w:rPr>
  </w:style>
  <w:style w:type="paragraph" w:styleId="Revisione">
    <w:name w:val="Revision"/>
    <w:hidden/>
    <w:uiPriority w:val="99"/>
    <w:semiHidden/>
    <w:rsid w:val="008C5CF7"/>
  </w:style>
  <w:style w:type="paragraph" w:styleId="Paragrafoelenco">
    <w:name w:val="List Paragraph"/>
    <w:basedOn w:val="Normale"/>
    <w:uiPriority w:val="34"/>
    <w:qFormat/>
    <w:rsid w:val="008D4FF3"/>
    <w:pPr>
      <w:ind w:left="720"/>
      <w:contextualSpacing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styleId="Rientrocorpodeltesto2">
    <w:name w:val="Body Text Indent 2"/>
    <w:basedOn w:val="Normale"/>
    <w:link w:val="Rientrocorpodeltesto2Carattere"/>
    <w:semiHidden/>
    <w:unhideWhenUsed/>
    <w:rsid w:val="002016DC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2016DC"/>
  </w:style>
  <w:style w:type="paragraph" w:styleId="Corpodeltesto2">
    <w:name w:val="Body Text 2"/>
    <w:basedOn w:val="Normale"/>
    <w:link w:val="Corpodeltesto2Carattere"/>
    <w:semiHidden/>
    <w:unhideWhenUsed/>
    <w:rsid w:val="002016DC"/>
    <w:pPr>
      <w:spacing w:after="120" w:line="480" w:lineRule="auto"/>
    </w:pPr>
  </w:style>
  <w:style w:type="character" w:customStyle="1" w:styleId="Corpodeltesto2Carattere">
    <w:name w:val="Corpo del testo 2 Carattere"/>
    <w:basedOn w:val="Carpredefinitoparagrafo"/>
    <w:link w:val="Corpodeltesto2"/>
    <w:semiHidden/>
    <w:rsid w:val="002016DC"/>
  </w:style>
  <w:style w:type="character" w:styleId="Menzionenonrisolta">
    <w:name w:val="Unresolved Mention"/>
    <w:basedOn w:val="Carpredefinitoparagrafo"/>
    <w:uiPriority w:val="99"/>
    <w:semiHidden/>
    <w:unhideWhenUsed/>
    <w:rsid w:val="00310AE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c\Desktop\20191129_CSE_Schema%20DISC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5D0F09-8AFD-4A56-90A2-5DDC85E16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20191129_CSE_Schema DISC.dotx</Template>
  <TotalTime>0</TotalTime>
  <Pages>1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UFFICIO TECNICO COMUNALE</vt:lpstr>
    </vt:vector>
  </TitlesOfParts>
  <Company>Ufficio Tecnico</Company>
  <LinksUpToDate>false</LinksUpToDate>
  <CharactersWithSpaces>1983</CharactersWithSpaces>
  <SharedDoc>false</SharedDoc>
  <HLinks>
    <vt:vector size="12" baseType="variant">
      <vt:variant>
        <vt:i4>6946828</vt:i4>
      </vt:variant>
      <vt:variant>
        <vt:i4>3</vt:i4>
      </vt:variant>
      <vt:variant>
        <vt:i4>0</vt:i4>
      </vt:variant>
      <vt:variant>
        <vt:i4>5</vt:i4>
      </vt:variant>
      <vt:variant>
        <vt:lpwstr>mailto:l.puzziferri@comune.bitonto.ba.it</vt:lpwstr>
      </vt:variant>
      <vt:variant>
        <vt:lpwstr/>
      </vt:variant>
      <vt:variant>
        <vt:i4>1966080</vt:i4>
      </vt:variant>
      <vt:variant>
        <vt:i4>0</vt:i4>
      </vt:variant>
      <vt:variant>
        <vt:i4>0</vt:i4>
      </vt:variant>
      <vt:variant>
        <vt:i4>5</vt:i4>
      </vt:variant>
      <vt:variant>
        <vt:lpwstr>http://www.comune.bitonto.ba.it/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UFFICIO TECNICO COMUNALE</dc:title>
  <dc:creator>LLPP</dc:creator>
  <cp:lastModifiedBy>Francesco BERARDI</cp:lastModifiedBy>
  <cp:revision>5</cp:revision>
  <cp:lastPrinted>2019-05-07T07:54:00Z</cp:lastPrinted>
  <dcterms:created xsi:type="dcterms:W3CDTF">2020-02-08T12:28:00Z</dcterms:created>
  <dcterms:modified xsi:type="dcterms:W3CDTF">2022-12-12T16:01:00Z</dcterms:modified>
</cp:coreProperties>
</file>